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AA3" w:rsidRPr="00C37C5B" w:rsidRDefault="008A6AA3" w:rsidP="006476A2">
      <w:pPr>
        <w:jc w:val="center"/>
        <w:rPr>
          <w:b/>
          <w:sz w:val="22"/>
          <w:szCs w:val="22"/>
        </w:rPr>
      </w:pPr>
      <w:r w:rsidRPr="00C37C5B">
        <w:rPr>
          <w:b/>
          <w:sz w:val="22"/>
          <w:szCs w:val="22"/>
        </w:rPr>
        <w:t>Олимпиада по экологии</w:t>
      </w:r>
    </w:p>
    <w:p w:rsidR="008A6AA3" w:rsidRPr="00C37C5B" w:rsidRDefault="008A6AA3" w:rsidP="006476A2">
      <w:pPr>
        <w:jc w:val="center"/>
        <w:rPr>
          <w:b/>
          <w:sz w:val="22"/>
          <w:szCs w:val="22"/>
        </w:rPr>
      </w:pPr>
      <w:r w:rsidRPr="00C37C5B">
        <w:rPr>
          <w:b/>
          <w:sz w:val="22"/>
          <w:szCs w:val="22"/>
        </w:rPr>
        <w:t>Задания школьного этапа Всероссийской олимпиады школьников                                          2020-21 учебный год. 8 -  9 классы.</w:t>
      </w:r>
    </w:p>
    <w:p w:rsidR="008A6AA3" w:rsidRPr="00C37C5B" w:rsidRDefault="008A6AA3" w:rsidP="006476A2">
      <w:pPr>
        <w:rPr>
          <w:sz w:val="22"/>
          <w:szCs w:val="22"/>
        </w:rPr>
      </w:pPr>
    </w:p>
    <w:p w:rsidR="008A6AA3" w:rsidRPr="00C37C5B" w:rsidRDefault="008A6AA3" w:rsidP="006476A2">
      <w:pPr>
        <w:rPr>
          <w:b/>
          <w:sz w:val="22"/>
          <w:szCs w:val="22"/>
        </w:rPr>
      </w:pPr>
      <w:r w:rsidRPr="00C37C5B">
        <w:rPr>
          <w:b/>
          <w:sz w:val="22"/>
          <w:szCs w:val="22"/>
        </w:rPr>
        <w:t>Задание 1. (15 баллов). Задание включает 15 вопросов. На каждый вопрос выберите только один правильный ответ.</w:t>
      </w:r>
    </w:p>
    <w:p w:rsidR="008A6AA3" w:rsidRPr="00C37C5B" w:rsidRDefault="008A6AA3" w:rsidP="006476A2">
      <w:pPr>
        <w:rPr>
          <w:sz w:val="22"/>
          <w:szCs w:val="22"/>
        </w:rPr>
      </w:pPr>
    </w:p>
    <w:p w:rsidR="008A6AA3" w:rsidRPr="00C37C5B" w:rsidRDefault="008A6AA3" w:rsidP="006476A2">
      <w:pPr>
        <w:numPr>
          <w:ilvl w:val="0"/>
          <w:numId w:val="1"/>
        </w:numPr>
        <w:rPr>
          <w:b/>
          <w:sz w:val="22"/>
          <w:szCs w:val="22"/>
        </w:rPr>
      </w:pPr>
      <w:r w:rsidRPr="00C37C5B">
        <w:rPr>
          <w:b/>
          <w:sz w:val="22"/>
          <w:szCs w:val="22"/>
        </w:rPr>
        <w:t>Из перечисленных ниже примеров цепочкой первичной сукцессии является: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а) мхи- лишайники – травянистые растения: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б) лишайники – травянистые растения – мхи: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в) лишайники – мхи – травянистые растения: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г) травянистые растения – мхи – лишайники:</w:t>
      </w: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  <w:r w:rsidRPr="00C37C5B">
        <w:rPr>
          <w:sz w:val="22"/>
          <w:szCs w:val="22"/>
        </w:rPr>
        <w:t xml:space="preserve">2. </w:t>
      </w:r>
      <w:r w:rsidRPr="00C37C5B">
        <w:rPr>
          <w:b/>
          <w:sz w:val="22"/>
          <w:szCs w:val="22"/>
        </w:rPr>
        <w:t>Рудеральные растения – это: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а) растения городских клумб;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б) растения городских пустырей;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в) растения, привезенные для городского озеленения;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г) опасные для людей растения;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 xml:space="preserve">3. </w:t>
      </w:r>
      <w:r w:rsidRPr="00C37C5B">
        <w:rPr>
          <w:b/>
          <w:sz w:val="22"/>
          <w:szCs w:val="22"/>
        </w:rPr>
        <w:t>Сообщество, формирующееся на территории, где ранее никогда не было жизни, называется</w:t>
      </w:r>
      <w:r w:rsidRPr="00C37C5B">
        <w:rPr>
          <w:sz w:val="22"/>
          <w:szCs w:val="22"/>
        </w:rPr>
        <w:t>: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а) серийным                  б) климаксным                    в) пионерным               г) вторичным</w:t>
      </w: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  <w:r w:rsidRPr="00C37C5B">
        <w:rPr>
          <w:sz w:val="22"/>
          <w:szCs w:val="22"/>
        </w:rPr>
        <w:t xml:space="preserve">4. </w:t>
      </w:r>
      <w:r w:rsidRPr="00C37C5B">
        <w:rPr>
          <w:b/>
          <w:sz w:val="22"/>
          <w:szCs w:val="22"/>
        </w:rPr>
        <w:t>Индикатором высокого содержания азота в почве является: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а) сныть;                       б) крапива двудомная          в) сфагнум;                   г) Иван-чай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 xml:space="preserve">5. </w:t>
      </w:r>
      <w:r w:rsidRPr="00C37C5B">
        <w:rPr>
          <w:b/>
          <w:sz w:val="22"/>
          <w:szCs w:val="22"/>
        </w:rPr>
        <w:t>Организмы, питающиеся органическими соединениями, относятся</w:t>
      </w:r>
      <w:r w:rsidRPr="00C37C5B">
        <w:rPr>
          <w:sz w:val="22"/>
          <w:szCs w:val="22"/>
        </w:rPr>
        <w:t>: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а) к продуцентам;        б) к гетеротрофам;          в) к автотрофам;               г)  к хемотрофам</w:t>
      </w: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  <w:r w:rsidRPr="00C37C5B">
        <w:rPr>
          <w:sz w:val="22"/>
          <w:szCs w:val="22"/>
        </w:rPr>
        <w:t xml:space="preserve">6. </w:t>
      </w:r>
      <w:r w:rsidRPr="00C37C5B">
        <w:rPr>
          <w:b/>
          <w:sz w:val="22"/>
          <w:szCs w:val="22"/>
        </w:rPr>
        <w:t>Ельник-брусничник произрастает на почвах: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а) кислых;                    б) щелочных;                   в) нейтральных;                г) черноземных</w:t>
      </w: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  <w:r w:rsidRPr="00C37C5B">
        <w:rPr>
          <w:sz w:val="22"/>
          <w:szCs w:val="22"/>
        </w:rPr>
        <w:t xml:space="preserve">7. </w:t>
      </w:r>
      <w:r w:rsidRPr="00C37C5B">
        <w:rPr>
          <w:b/>
          <w:sz w:val="22"/>
          <w:szCs w:val="22"/>
        </w:rPr>
        <w:t>Биоиндикация – это метод, который позволяет судить: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а) о растительном покрове в городской среде по наличию хлорофильных мутаций;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б) о состоянии окружающей среды по внешним признакам парковой растительности;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в) о состоянии окружающей среды по факту встречи или отсутствия организмов, а также по особенностям их развития;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г) о состоянии водных и наземных экосистем по отдельным группам простейших животных.</w:t>
      </w: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  <w:r w:rsidRPr="00C37C5B">
        <w:rPr>
          <w:sz w:val="22"/>
          <w:szCs w:val="22"/>
        </w:rPr>
        <w:t xml:space="preserve">8. </w:t>
      </w:r>
      <w:r w:rsidRPr="00C37C5B">
        <w:rPr>
          <w:b/>
          <w:sz w:val="22"/>
          <w:szCs w:val="22"/>
        </w:rPr>
        <w:t>Можно считать, что львы и тигры находятся на одном и том же трофическом уровне, потому что те и другие:</w:t>
      </w:r>
    </w:p>
    <w:p w:rsidR="008A6AA3" w:rsidRPr="00C37C5B" w:rsidRDefault="008A6AA3" w:rsidP="00C37C5B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а) поедают растительноядных животных;</w:t>
      </w:r>
      <w:r>
        <w:rPr>
          <w:sz w:val="22"/>
          <w:szCs w:val="22"/>
        </w:rPr>
        <w:t xml:space="preserve">              </w:t>
      </w:r>
      <w:r w:rsidRPr="00C37C5B">
        <w:rPr>
          <w:sz w:val="22"/>
          <w:szCs w:val="22"/>
        </w:rPr>
        <w:t>б) живут в сходных местах обитания;</w:t>
      </w:r>
    </w:p>
    <w:p w:rsidR="008A6AA3" w:rsidRPr="00C37C5B" w:rsidRDefault="008A6AA3" w:rsidP="00C37C5B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в) имеют примерно одинаковые размеры;</w:t>
      </w:r>
      <w:r>
        <w:rPr>
          <w:sz w:val="22"/>
          <w:szCs w:val="22"/>
        </w:rPr>
        <w:t xml:space="preserve">              </w:t>
      </w:r>
      <w:r w:rsidRPr="00C37C5B">
        <w:rPr>
          <w:sz w:val="22"/>
          <w:szCs w:val="22"/>
        </w:rPr>
        <w:t>г) имеют разнообразную кормовую базу.</w:t>
      </w: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  <w:r w:rsidRPr="00C37C5B">
        <w:rPr>
          <w:sz w:val="22"/>
          <w:szCs w:val="22"/>
        </w:rPr>
        <w:t>9.</w:t>
      </w:r>
      <w:r w:rsidRPr="00C37C5B">
        <w:rPr>
          <w:b/>
          <w:sz w:val="22"/>
          <w:szCs w:val="22"/>
        </w:rPr>
        <w:t>К редуцентам могут относиться: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а) луговой опенок;       б) рыжая лисица;          в) заяц-беляк;              г) кит-косатка</w:t>
      </w: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  <w:r w:rsidRPr="00C37C5B">
        <w:rPr>
          <w:sz w:val="22"/>
          <w:szCs w:val="22"/>
        </w:rPr>
        <w:t xml:space="preserve">10. </w:t>
      </w:r>
      <w:r w:rsidRPr="00C37C5B">
        <w:rPr>
          <w:b/>
          <w:sz w:val="22"/>
          <w:szCs w:val="22"/>
        </w:rPr>
        <w:t>Значение живого вещества как мощного геохимического и энергетического фактора планетарного развития обосновал: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а) В.Н. Сукачев;           б) В.И. Вернадский;     в) А.Л. Чижевский;    г) Г.Ф. Гаузе.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 xml:space="preserve">11. </w:t>
      </w:r>
      <w:r w:rsidRPr="00C37C5B">
        <w:rPr>
          <w:b/>
          <w:sz w:val="22"/>
          <w:szCs w:val="22"/>
        </w:rPr>
        <w:t>Животные, питающиеся мышевидными грызунами, относятся к экологической группе</w:t>
      </w:r>
      <w:r w:rsidRPr="00C37C5B">
        <w:rPr>
          <w:sz w:val="22"/>
          <w:szCs w:val="22"/>
        </w:rPr>
        <w:t>: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а) ихтиофагов;             б) миофаги;                  в) герпетофаги;            г) малакофаги</w:t>
      </w: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  <w:r w:rsidRPr="00C37C5B">
        <w:rPr>
          <w:b/>
          <w:sz w:val="22"/>
          <w:szCs w:val="22"/>
        </w:rPr>
        <w:t>12. В отношении типа «хищник-жертва» вступают:</w:t>
      </w:r>
    </w:p>
    <w:p w:rsidR="008A6AA3" w:rsidRPr="00C37C5B" w:rsidRDefault="008A6AA3" w:rsidP="00C37C5B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 xml:space="preserve">а) скопа и плотва;      </w:t>
      </w:r>
      <w:r>
        <w:rPr>
          <w:sz w:val="22"/>
          <w:szCs w:val="22"/>
        </w:rPr>
        <w:t xml:space="preserve">                                   </w:t>
      </w:r>
      <w:r w:rsidRPr="00C37C5B">
        <w:rPr>
          <w:sz w:val="22"/>
          <w:szCs w:val="22"/>
        </w:rPr>
        <w:t xml:space="preserve"> б) полевой лунь и речной окунь;  </w:t>
      </w:r>
      <w:r>
        <w:rPr>
          <w:sz w:val="22"/>
          <w:szCs w:val="22"/>
        </w:rPr>
        <w:t xml:space="preserve">                                                                                </w:t>
      </w:r>
      <w:r w:rsidRPr="00C37C5B">
        <w:rPr>
          <w:sz w:val="22"/>
          <w:szCs w:val="22"/>
        </w:rPr>
        <w:t>в) белоспинный дятел и козодой;</w:t>
      </w:r>
      <w:r>
        <w:rPr>
          <w:sz w:val="22"/>
          <w:szCs w:val="22"/>
        </w:rPr>
        <w:t xml:space="preserve">                </w:t>
      </w:r>
      <w:r w:rsidRPr="00C37C5B">
        <w:rPr>
          <w:sz w:val="22"/>
          <w:szCs w:val="22"/>
        </w:rPr>
        <w:t>г) кукушка и кукша.</w:t>
      </w: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  <w:r w:rsidRPr="00C37C5B">
        <w:rPr>
          <w:sz w:val="22"/>
          <w:szCs w:val="22"/>
        </w:rPr>
        <w:t xml:space="preserve">13. </w:t>
      </w:r>
      <w:r w:rsidRPr="00C37C5B">
        <w:rPr>
          <w:b/>
          <w:sz w:val="22"/>
          <w:szCs w:val="22"/>
        </w:rPr>
        <w:t>Растения, предпочитающие влажные местообитания: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а) псаммофиты;         б) гигрофиты;               в) ксерофиты;                г) пирофиты</w:t>
      </w: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  <w:r w:rsidRPr="00C37C5B">
        <w:rPr>
          <w:sz w:val="22"/>
          <w:szCs w:val="22"/>
        </w:rPr>
        <w:t xml:space="preserve">14. </w:t>
      </w:r>
      <w:r w:rsidRPr="00C37C5B">
        <w:rPr>
          <w:b/>
          <w:sz w:val="22"/>
          <w:szCs w:val="22"/>
        </w:rPr>
        <w:t>Самая насыщенная жизнью среда по количеству видов живых организмов на единицу объема: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а) почва;                    б) пресный водоем;       в) горная порода и грунт;       г) море</w:t>
      </w: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  <w:r w:rsidRPr="00C37C5B">
        <w:rPr>
          <w:sz w:val="22"/>
          <w:szCs w:val="22"/>
        </w:rPr>
        <w:t xml:space="preserve">15. </w:t>
      </w:r>
      <w:r w:rsidRPr="00C37C5B">
        <w:rPr>
          <w:b/>
          <w:sz w:val="22"/>
          <w:szCs w:val="22"/>
        </w:rPr>
        <w:t>В российской Федерации на 1 января 2010 года имелось следующее количество заповедников: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  <w:r w:rsidRPr="00C37C5B">
        <w:rPr>
          <w:sz w:val="22"/>
          <w:szCs w:val="22"/>
        </w:rPr>
        <w:t>а) 89;                       б) 101;                             в) 110;                                г) 121</w:t>
      </w:r>
    </w:p>
    <w:p w:rsidR="008A6AA3" w:rsidRPr="00C37C5B" w:rsidRDefault="008A6AA3" w:rsidP="006476A2">
      <w:pPr>
        <w:ind w:left="360"/>
        <w:rPr>
          <w:sz w:val="22"/>
          <w:szCs w:val="22"/>
        </w:rPr>
      </w:pP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  <w:r w:rsidRPr="00C37C5B">
        <w:rPr>
          <w:b/>
          <w:sz w:val="22"/>
          <w:szCs w:val="22"/>
        </w:rPr>
        <w:t>Задание 2. Установите правильность суждений. Укажите вариант ответа «да» или «нет». По одному баллу за каждый правильный ответ. (10 баллов)</w:t>
      </w: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</w:p>
    <w:p w:rsidR="008A6AA3" w:rsidRPr="00C37C5B" w:rsidRDefault="008A6AA3" w:rsidP="006476A2">
      <w:pPr>
        <w:numPr>
          <w:ilvl w:val="0"/>
          <w:numId w:val="2"/>
        </w:numPr>
        <w:rPr>
          <w:sz w:val="22"/>
          <w:szCs w:val="22"/>
        </w:rPr>
      </w:pPr>
      <w:r w:rsidRPr="00C37C5B">
        <w:rPr>
          <w:sz w:val="22"/>
          <w:szCs w:val="22"/>
        </w:rPr>
        <w:t>Химическое загрязнение почв связано прежде всего с работой автотранспорта.</w:t>
      </w:r>
    </w:p>
    <w:p w:rsidR="008A6AA3" w:rsidRPr="00C37C5B" w:rsidRDefault="008A6AA3" w:rsidP="006476A2">
      <w:pPr>
        <w:numPr>
          <w:ilvl w:val="0"/>
          <w:numId w:val="2"/>
        </w:numPr>
        <w:rPr>
          <w:sz w:val="22"/>
          <w:szCs w:val="22"/>
        </w:rPr>
      </w:pPr>
      <w:r w:rsidRPr="00C37C5B">
        <w:rPr>
          <w:sz w:val="22"/>
          <w:szCs w:val="22"/>
        </w:rPr>
        <w:t>Сплошная вырубка участка таежного леса может привести к развитию эрозионных процессов и заболачиваемости части вырубки.</w:t>
      </w:r>
    </w:p>
    <w:p w:rsidR="008A6AA3" w:rsidRPr="00C37C5B" w:rsidRDefault="008A6AA3" w:rsidP="006476A2">
      <w:pPr>
        <w:numPr>
          <w:ilvl w:val="0"/>
          <w:numId w:val="2"/>
        </w:numPr>
        <w:rPr>
          <w:sz w:val="22"/>
          <w:szCs w:val="22"/>
        </w:rPr>
      </w:pPr>
      <w:r w:rsidRPr="00C37C5B">
        <w:rPr>
          <w:sz w:val="22"/>
          <w:szCs w:val="22"/>
        </w:rPr>
        <w:t>Болото выполняет главную роль в регулирование водного стока, так как сдерживает быстрое снеготаяние.</w:t>
      </w:r>
    </w:p>
    <w:p w:rsidR="008A6AA3" w:rsidRPr="00C37C5B" w:rsidRDefault="008A6AA3" w:rsidP="006476A2">
      <w:pPr>
        <w:numPr>
          <w:ilvl w:val="0"/>
          <w:numId w:val="2"/>
        </w:numPr>
        <w:rPr>
          <w:sz w:val="22"/>
          <w:szCs w:val="22"/>
        </w:rPr>
      </w:pPr>
      <w:r w:rsidRPr="00C37C5B">
        <w:rPr>
          <w:sz w:val="22"/>
          <w:szCs w:val="22"/>
        </w:rPr>
        <w:t>Через загрязненную воду человек может заразиться туберкулезом.</w:t>
      </w:r>
    </w:p>
    <w:p w:rsidR="008A6AA3" w:rsidRPr="00C37C5B" w:rsidRDefault="008A6AA3" w:rsidP="006476A2">
      <w:pPr>
        <w:numPr>
          <w:ilvl w:val="0"/>
          <w:numId w:val="2"/>
        </w:numPr>
        <w:rPr>
          <w:sz w:val="22"/>
          <w:szCs w:val="22"/>
        </w:rPr>
      </w:pPr>
      <w:r w:rsidRPr="00C37C5B">
        <w:rPr>
          <w:sz w:val="22"/>
          <w:szCs w:val="22"/>
        </w:rPr>
        <w:t>Местообитание организма – это его «адрес» в экосистеме.</w:t>
      </w:r>
    </w:p>
    <w:p w:rsidR="008A6AA3" w:rsidRPr="00C37C5B" w:rsidRDefault="008A6AA3" w:rsidP="006476A2">
      <w:pPr>
        <w:numPr>
          <w:ilvl w:val="0"/>
          <w:numId w:val="2"/>
        </w:numPr>
        <w:rPr>
          <w:sz w:val="22"/>
          <w:szCs w:val="22"/>
        </w:rPr>
      </w:pPr>
      <w:r w:rsidRPr="00C37C5B">
        <w:rPr>
          <w:sz w:val="22"/>
          <w:szCs w:val="22"/>
        </w:rPr>
        <w:t>Термин «биоценоз» предложил немецкий зоолог К. Мебиус.</w:t>
      </w:r>
    </w:p>
    <w:p w:rsidR="008A6AA3" w:rsidRPr="00C37C5B" w:rsidRDefault="008A6AA3" w:rsidP="006476A2">
      <w:pPr>
        <w:numPr>
          <w:ilvl w:val="0"/>
          <w:numId w:val="2"/>
        </w:numPr>
        <w:rPr>
          <w:sz w:val="22"/>
          <w:szCs w:val="22"/>
        </w:rPr>
      </w:pPr>
      <w:r w:rsidRPr="00C37C5B">
        <w:rPr>
          <w:sz w:val="22"/>
          <w:szCs w:val="22"/>
        </w:rPr>
        <w:t>Волки объединяются в стаю весной для размножения и коллективной охраны потомства.</w:t>
      </w:r>
    </w:p>
    <w:p w:rsidR="008A6AA3" w:rsidRPr="00C37C5B" w:rsidRDefault="008A6AA3" w:rsidP="006476A2">
      <w:pPr>
        <w:numPr>
          <w:ilvl w:val="0"/>
          <w:numId w:val="2"/>
        </w:numPr>
        <w:rPr>
          <w:sz w:val="22"/>
          <w:szCs w:val="22"/>
        </w:rPr>
      </w:pPr>
      <w:r w:rsidRPr="00C37C5B">
        <w:rPr>
          <w:sz w:val="22"/>
          <w:szCs w:val="22"/>
        </w:rPr>
        <w:t>В пустыне змеи забираются на деревья и кустарники, чтобы спастись от жары.</w:t>
      </w:r>
    </w:p>
    <w:p w:rsidR="008A6AA3" w:rsidRPr="00C37C5B" w:rsidRDefault="008A6AA3" w:rsidP="006476A2">
      <w:pPr>
        <w:numPr>
          <w:ilvl w:val="0"/>
          <w:numId w:val="2"/>
        </w:numPr>
        <w:rPr>
          <w:sz w:val="22"/>
          <w:szCs w:val="22"/>
        </w:rPr>
      </w:pPr>
      <w:r w:rsidRPr="00C37C5B">
        <w:rPr>
          <w:sz w:val="22"/>
          <w:szCs w:val="22"/>
        </w:rPr>
        <w:t>Земляника относится к олиготрофным видам.</w:t>
      </w:r>
    </w:p>
    <w:p w:rsidR="008A6AA3" w:rsidRPr="00C37C5B" w:rsidRDefault="008A6AA3" w:rsidP="006476A2">
      <w:pPr>
        <w:numPr>
          <w:ilvl w:val="0"/>
          <w:numId w:val="2"/>
        </w:numPr>
        <w:rPr>
          <w:sz w:val="22"/>
          <w:szCs w:val="22"/>
        </w:rPr>
      </w:pPr>
      <w:r w:rsidRPr="00C37C5B">
        <w:rPr>
          <w:sz w:val="22"/>
          <w:szCs w:val="22"/>
        </w:rPr>
        <w:t>Обитатели вод или почв с повышенной соленостью называются галофобами.</w:t>
      </w: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  <w:r w:rsidRPr="00C37C5B">
        <w:rPr>
          <w:b/>
          <w:sz w:val="22"/>
          <w:szCs w:val="22"/>
        </w:rPr>
        <w:t>Задание 3.  – 5 баллов. Какую цель преследуют куры, когда устраивают летом «купание» в песке. Лежку в земляных ямах?</w:t>
      </w: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  <w:r w:rsidRPr="00C37C5B">
        <w:rPr>
          <w:b/>
          <w:sz w:val="22"/>
          <w:szCs w:val="22"/>
        </w:rPr>
        <w:t>Задание 4.  – 5 баллов. – В чем опасность разрушения озонового экрана Земли?</w:t>
      </w: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  <w:r w:rsidRPr="00C37C5B">
        <w:rPr>
          <w:b/>
          <w:sz w:val="22"/>
          <w:szCs w:val="22"/>
        </w:rPr>
        <w:t>Задание 5. – 5 баллов.  В заповедниках России ведется ежегодная «Летопись природы». Что в ней содержится?</w:t>
      </w: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</w:p>
    <w:p w:rsidR="008A6AA3" w:rsidRPr="00C37C5B" w:rsidRDefault="008A6AA3" w:rsidP="006476A2">
      <w:pPr>
        <w:ind w:left="360"/>
        <w:rPr>
          <w:b/>
          <w:sz w:val="22"/>
          <w:szCs w:val="22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C37C5B">
      <w:pPr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p w:rsidR="008A6AA3" w:rsidRDefault="008A6AA3" w:rsidP="006476A2">
      <w:pPr>
        <w:ind w:left="360"/>
        <w:rPr>
          <w:b/>
          <w:sz w:val="20"/>
          <w:szCs w:val="20"/>
        </w:rPr>
      </w:pPr>
    </w:p>
    <w:sectPr w:rsidR="008A6AA3" w:rsidSect="00A93E2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AA3" w:rsidRDefault="008A6AA3" w:rsidP="00A93E2D">
      <w:r>
        <w:separator/>
      </w:r>
    </w:p>
  </w:endnote>
  <w:endnote w:type="continuationSeparator" w:id="0">
    <w:p w:rsidR="008A6AA3" w:rsidRDefault="008A6AA3" w:rsidP="00A93E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AA3" w:rsidRDefault="008A6AA3" w:rsidP="00E56AC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6AA3" w:rsidRDefault="008A6AA3" w:rsidP="00F3427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AA3" w:rsidRDefault="008A6AA3" w:rsidP="00E56AC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A6AA3" w:rsidRDefault="008A6AA3" w:rsidP="00F3427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AA3" w:rsidRDefault="008A6AA3" w:rsidP="00A93E2D">
      <w:r>
        <w:separator/>
      </w:r>
    </w:p>
  </w:footnote>
  <w:footnote w:type="continuationSeparator" w:id="0">
    <w:p w:rsidR="008A6AA3" w:rsidRDefault="008A6AA3" w:rsidP="00A93E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354DC"/>
    <w:multiLevelType w:val="hybridMultilevel"/>
    <w:tmpl w:val="AEA0C0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FDE5484"/>
    <w:multiLevelType w:val="hybridMultilevel"/>
    <w:tmpl w:val="444A1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6A2"/>
    <w:rsid w:val="000D3634"/>
    <w:rsid w:val="002571B4"/>
    <w:rsid w:val="002E637F"/>
    <w:rsid w:val="004F204B"/>
    <w:rsid w:val="006476A2"/>
    <w:rsid w:val="00697D71"/>
    <w:rsid w:val="007427A5"/>
    <w:rsid w:val="00817023"/>
    <w:rsid w:val="008A6AA3"/>
    <w:rsid w:val="00A302E9"/>
    <w:rsid w:val="00A93E2D"/>
    <w:rsid w:val="00B067F4"/>
    <w:rsid w:val="00B13EFD"/>
    <w:rsid w:val="00BF25A2"/>
    <w:rsid w:val="00C37C5B"/>
    <w:rsid w:val="00E56AC0"/>
    <w:rsid w:val="00F34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6A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476A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476A2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6476A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685</Words>
  <Characters>3911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 Валентиновна Медведева</cp:lastModifiedBy>
  <cp:revision>4</cp:revision>
  <dcterms:created xsi:type="dcterms:W3CDTF">2020-09-07T14:23:00Z</dcterms:created>
  <dcterms:modified xsi:type="dcterms:W3CDTF">2020-09-08T04:23:00Z</dcterms:modified>
</cp:coreProperties>
</file>